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90F" w:rsidRDefault="000202BC"/>
    <w:p w:rsidR="00F62F38" w:rsidRPr="00CA32A7" w:rsidRDefault="00F62F38" w:rsidP="00F62F38">
      <w:pPr>
        <w:jc w:val="center"/>
        <w:rPr>
          <w:sz w:val="40"/>
          <w:szCs w:val="40"/>
        </w:rPr>
      </w:pPr>
      <w:r w:rsidRPr="00CA32A7">
        <w:rPr>
          <w:noProof/>
          <w:sz w:val="40"/>
          <w:szCs w:val="40"/>
          <w:lang w:eastAsia="en-NZ"/>
        </w:rPr>
        <w:drawing>
          <wp:inline distT="0" distB="0" distL="0" distR="0" wp14:anchorId="27637F16" wp14:editId="2F0F41B7">
            <wp:extent cx="5867400" cy="4401393"/>
            <wp:effectExtent l="0" t="0" r="0" b="0"/>
            <wp:docPr id="5" name="Picture 5" descr="S:\Year6\room10\Mrs Winstone\Production photos\IMG_76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Year6\room10\Mrs Winstone\Production photos\IMG_767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72428" cy="4405165"/>
                    </a:xfrm>
                    <a:prstGeom prst="rect">
                      <a:avLst/>
                    </a:prstGeom>
                    <a:noFill/>
                    <a:ln>
                      <a:noFill/>
                    </a:ln>
                  </pic:spPr>
                </pic:pic>
              </a:graphicData>
            </a:graphic>
          </wp:inline>
        </w:drawing>
      </w:r>
    </w:p>
    <w:p w:rsidR="00CA32A7" w:rsidRPr="000202BC" w:rsidRDefault="00F62F38" w:rsidP="00CA32A7">
      <w:pPr>
        <w:jc w:val="center"/>
        <w:rPr>
          <w:rFonts w:ascii="Blackadder ITC" w:hAnsi="Blackadder ITC"/>
          <w:b/>
          <w:sz w:val="56"/>
          <w:szCs w:val="56"/>
        </w:rPr>
      </w:pPr>
      <w:r w:rsidRPr="000202BC">
        <w:rPr>
          <w:rFonts w:ascii="Blackadder ITC" w:hAnsi="Blackadder ITC"/>
          <w:b/>
          <w:sz w:val="56"/>
          <w:szCs w:val="56"/>
        </w:rPr>
        <w:t xml:space="preserve">A night at the </w:t>
      </w:r>
      <w:r w:rsidR="00CA32A7" w:rsidRPr="000202BC">
        <w:rPr>
          <w:rFonts w:ascii="Blackadder ITC" w:hAnsi="Blackadder ITC"/>
          <w:b/>
          <w:sz w:val="56"/>
          <w:szCs w:val="56"/>
        </w:rPr>
        <w:t>museum</w:t>
      </w:r>
      <w:bookmarkStart w:id="0" w:name="_GoBack"/>
      <w:bookmarkEnd w:id="0"/>
    </w:p>
    <w:p w:rsidR="00F62F38" w:rsidRPr="000202BC" w:rsidRDefault="00F62F38" w:rsidP="00CA32A7">
      <w:pPr>
        <w:jc w:val="center"/>
        <w:rPr>
          <w:rFonts w:ascii="Blackadder ITC" w:hAnsi="Blackadder ITC"/>
          <w:b/>
          <w:sz w:val="56"/>
          <w:szCs w:val="56"/>
        </w:rPr>
      </w:pPr>
      <w:r w:rsidRPr="000202BC">
        <w:rPr>
          <w:rFonts w:ascii="Blackadder ITC" w:hAnsi="Blackadder ITC"/>
          <w:b/>
          <w:sz w:val="56"/>
          <w:szCs w:val="56"/>
        </w:rPr>
        <w:t>Production 2012</w:t>
      </w:r>
    </w:p>
    <w:p w:rsidR="00CA32A7" w:rsidRPr="00661AE2" w:rsidRDefault="00CA32A7" w:rsidP="00CA32A7">
      <w:pPr>
        <w:jc w:val="center"/>
        <w:rPr>
          <w:rFonts w:ascii="Snap ITC" w:hAnsi="Snap ITC"/>
          <w:sz w:val="32"/>
          <w:szCs w:val="32"/>
        </w:rPr>
      </w:pPr>
      <w:r w:rsidRPr="00661AE2">
        <w:rPr>
          <w:rFonts w:ascii="Snap ITC" w:hAnsi="Snap ITC"/>
          <w:sz w:val="28"/>
          <w:szCs w:val="28"/>
        </w:rPr>
        <w:t xml:space="preserve">This term we have been showcasing our production which happens every year but this time ours is different we are doing a showcase called a night at the museum </w:t>
      </w:r>
      <w:r w:rsidR="00661AE2" w:rsidRPr="00661AE2">
        <w:rPr>
          <w:rFonts w:ascii="Snap ITC" w:hAnsi="Snap ITC"/>
          <w:sz w:val="28"/>
          <w:szCs w:val="28"/>
        </w:rPr>
        <w:t>it’s</w:t>
      </w:r>
      <w:r w:rsidRPr="00661AE2">
        <w:rPr>
          <w:rFonts w:ascii="Snap ITC" w:hAnsi="Snap ITC"/>
          <w:sz w:val="28"/>
          <w:szCs w:val="28"/>
        </w:rPr>
        <w:t xml:space="preserve"> about a mariner and how he shares his stories to others of his journey across the deep blue and how he meet an albatross through the land of mist and snow but with his he shot with his cross bow but  he had done a hellish thing iii all ahead he’d</w:t>
      </w:r>
      <w:r w:rsidRPr="00661AE2">
        <w:rPr>
          <w:rFonts w:ascii="Snap ITC" w:hAnsi="Snap ITC"/>
          <w:sz w:val="32"/>
          <w:szCs w:val="32"/>
        </w:rPr>
        <w:t xml:space="preserve"> killed the bird that made the breeze to blow </w:t>
      </w:r>
      <w:r w:rsidR="00661AE2" w:rsidRPr="00661AE2">
        <w:rPr>
          <w:rFonts w:ascii="Snap ITC" w:hAnsi="Snap ITC"/>
          <w:sz w:val="32"/>
          <w:szCs w:val="32"/>
        </w:rPr>
        <w:t>b</w:t>
      </w:r>
      <w:r w:rsidRPr="00661AE2">
        <w:rPr>
          <w:rFonts w:ascii="Snap ITC" w:hAnsi="Snap ITC"/>
          <w:sz w:val="32"/>
          <w:szCs w:val="32"/>
        </w:rPr>
        <w:t xml:space="preserve">ut it wasn’t </w:t>
      </w:r>
      <w:r w:rsidRPr="00661AE2">
        <w:rPr>
          <w:rFonts w:ascii="Snap ITC" w:hAnsi="Snap ITC"/>
          <w:sz w:val="32"/>
          <w:szCs w:val="32"/>
        </w:rPr>
        <w:lastRenderedPageBreak/>
        <w:t xml:space="preserve">all other yet his crew </w:t>
      </w:r>
      <w:r w:rsidR="00661AE2" w:rsidRPr="00661AE2">
        <w:rPr>
          <w:rFonts w:ascii="Snap ITC" w:hAnsi="Snap ITC"/>
          <w:sz w:val="32"/>
          <w:szCs w:val="32"/>
        </w:rPr>
        <w:t xml:space="preserve">hung the bird around his </w:t>
      </w:r>
      <w:r w:rsidR="00661AE2" w:rsidRPr="00661AE2">
        <w:rPr>
          <w:rFonts w:ascii="Snap ITC" w:hAnsi="Snap ITC"/>
          <w:sz w:val="28"/>
          <w:szCs w:val="28"/>
        </w:rPr>
        <w:t>neck now his neck was hung</w:t>
      </w:r>
      <w:r w:rsidRPr="00661AE2">
        <w:rPr>
          <w:rFonts w:ascii="Snap ITC" w:hAnsi="Snap ITC"/>
          <w:sz w:val="28"/>
          <w:szCs w:val="28"/>
        </w:rPr>
        <w:t xml:space="preserve"> the </w:t>
      </w:r>
      <w:r w:rsidR="00661AE2" w:rsidRPr="00661AE2">
        <w:rPr>
          <w:rFonts w:ascii="Snap ITC" w:hAnsi="Snap ITC"/>
          <w:sz w:val="28"/>
          <w:szCs w:val="28"/>
        </w:rPr>
        <w:t xml:space="preserve"> mariner was all alone since his crew died  he had no water to but there was water, water everywhere nor a drop to drink all was lost until the spirit off the albatross started to steer the boat the albatross and his spirit showed the mariner the beauty off the deep blue and all of its magnificent creatures but once he  had reached the kermadec’s he looked at its beauty and thanked the lord for all of his beautiful creations he had gave to the world to give balance to the world. Then the albatross fell from the mariner’s neck because the albatross knew his work was done. Now we find ourselves back at the art gallery while the mariner is finishing off his story.</w:t>
      </w:r>
    </w:p>
    <w:sectPr w:rsidR="00CA32A7" w:rsidRPr="00661A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lackadder ITC">
    <w:panose1 w:val="04020505051007020D02"/>
    <w:charset w:val="00"/>
    <w:family w:val="decorative"/>
    <w:pitch w:val="variable"/>
    <w:sig w:usb0="00000003" w:usb1="00000000" w:usb2="00000000" w:usb3="00000000" w:csb0="00000001" w:csb1="00000000"/>
  </w:font>
  <w:font w:name="Snap ITC">
    <w:panose1 w:val="04040A0706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38"/>
    <w:rsid w:val="000202BC"/>
    <w:rsid w:val="00296AF8"/>
    <w:rsid w:val="002B6221"/>
    <w:rsid w:val="00661AE2"/>
    <w:rsid w:val="00CA32A7"/>
    <w:rsid w:val="00F62F3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2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2F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2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2F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9F0E7406</Template>
  <TotalTime>35</TotalTime>
  <Pages>2</Pages>
  <Words>188</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1</cp:revision>
  <cp:lastPrinted>2012-09-10T02:29:00Z</cp:lastPrinted>
  <dcterms:created xsi:type="dcterms:W3CDTF">2012-09-10T01:55:00Z</dcterms:created>
  <dcterms:modified xsi:type="dcterms:W3CDTF">2012-09-10T02:30:00Z</dcterms:modified>
</cp:coreProperties>
</file>